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4E">
        <w:rPr>
          <w:rFonts w:ascii="Corbel" w:hAnsi="Corbel"/>
          <w:i/>
          <w:smallCaps/>
          <w:sz w:val="24"/>
          <w:szCs w:val="24"/>
        </w:rPr>
        <w:t>2</w:t>
      </w:r>
      <w:r w:rsidR="00FE051A">
        <w:rPr>
          <w:rFonts w:ascii="Corbel" w:hAnsi="Corbel"/>
          <w:i/>
          <w:smallCaps/>
          <w:sz w:val="24"/>
          <w:szCs w:val="24"/>
        </w:rPr>
        <w:t>0</w:t>
      </w:r>
      <w:r w:rsidR="00401CED">
        <w:rPr>
          <w:rFonts w:ascii="Corbel" w:hAnsi="Corbel"/>
          <w:i/>
          <w:smallCaps/>
          <w:sz w:val="24"/>
          <w:szCs w:val="24"/>
        </w:rPr>
        <w:t>20</w:t>
      </w:r>
      <w:r w:rsidR="00812F4E">
        <w:rPr>
          <w:rFonts w:ascii="Corbel" w:hAnsi="Corbel"/>
          <w:i/>
          <w:smallCaps/>
          <w:sz w:val="24"/>
          <w:szCs w:val="24"/>
        </w:rPr>
        <w:t>-202</w:t>
      </w:r>
      <w:r w:rsidR="00401CE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2F4E">
        <w:rPr>
          <w:rFonts w:ascii="Corbel" w:hAnsi="Corbel"/>
          <w:sz w:val="20"/>
          <w:szCs w:val="20"/>
        </w:rPr>
        <w:t>20</w:t>
      </w:r>
      <w:r w:rsidR="004178A6">
        <w:rPr>
          <w:rFonts w:ascii="Corbel" w:hAnsi="Corbel"/>
          <w:sz w:val="20"/>
          <w:szCs w:val="20"/>
        </w:rPr>
        <w:t>2</w:t>
      </w:r>
      <w:r w:rsidR="009A2450">
        <w:rPr>
          <w:rFonts w:ascii="Corbel" w:hAnsi="Corbel"/>
          <w:sz w:val="20"/>
          <w:szCs w:val="20"/>
        </w:rPr>
        <w:t>2</w:t>
      </w:r>
      <w:r w:rsidR="00812F4E">
        <w:rPr>
          <w:rFonts w:ascii="Corbel" w:hAnsi="Corbel"/>
          <w:sz w:val="20"/>
          <w:szCs w:val="20"/>
        </w:rPr>
        <w:t>/202</w:t>
      </w:r>
      <w:r w:rsidR="009A245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57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uzależnień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7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711C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>
              <w:rPr>
                <w:rFonts w:ascii="Corbel" w:hAnsi="Corbel"/>
                <w:b w:val="0"/>
                <w:sz w:val="24"/>
                <w:szCs w:val="24"/>
              </w:rPr>
              <w:t>06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52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6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2518C">
              <w:rPr>
                <w:rFonts w:ascii="Corbel" w:hAnsi="Corbel"/>
                <w:b w:val="0"/>
                <w:sz w:val="24"/>
                <w:szCs w:val="24"/>
              </w:rPr>
              <w:t>onwersatorium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52D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52D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B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7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93776" w:rsidP="009B648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pedagogiki,</w:t>
            </w: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 społecznej i socjologii problemów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B64BE" w:rsidRDefault="006B64B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C3103" w:rsidP="009B6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zarówno o lokalnym jak i globalnym zasięgu, działających na rzecz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integracji społecznej i przeciwdziałających ekskluzji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91BB3" w:rsidP="009B6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B93776" w:rsidP="009B6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społecznym, a</w:t>
            </w:r>
            <w:r w:rsidR="009B64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zwłaszcza procesach gwarantujących jednostce psychospołeczny dobrostan.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RDefault="009F0FB5" w:rsidP="009B6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RDefault="00FD20AC" w:rsidP="009B6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analizy konkretnych problemów społecznych oraz wyboru strategii zaradczych.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RDefault="00B93776" w:rsidP="009B6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52D85" w:rsidRPr="00D72450" w:rsidTr="00FE19E9">
        <w:tc>
          <w:tcPr>
            <w:tcW w:w="1701" w:type="dxa"/>
            <w:vAlign w:val="center"/>
          </w:tcPr>
          <w:p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D85" w:rsidRPr="00D72450" w:rsidTr="00FE19E9">
        <w:tc>
          <w:tcPr>
            <w:tcW w:w="1701" w:type="dxa"/>
          </w:tcPr>
          <w:p w:rsidR="00352D85" w:rsidRPr="00D72450" w:rsidRDefault="005F768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352D85" w:rsidRPr="00D724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352D85" w:rsidRPr="00D72450" w:rsidRDefault="00352D85" w:rsidP="009B64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Posiada wiedzę o instytucjach przeciwdziałających wykluczeniu społecznemu, których działalność sprzyja poprawie integracji społecznej.</w:t>
            </w:r>
          </w:p>
        </w:tc>
        <w:tc>
          <w:tcPr>
            <w:tcW w:w="1873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52D85" w:rsidRPr="00D72450" w:rsidTr="00FE19E9">
        <w:tc>
          <w:tcPr>
            <w:tcW w:w="1701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52D85" w:rsidRPr="00D72450" w:rsidRDefault="00352D85" w:rsidP="009B64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Potrafi identyfikować prawidłowości i zaburzenia więzi społecznych, a zwłaszcza ich dysfunkcje</w:t>
            </w:r>
          </w:p>
        </w:tc>
        <w:tc>
          <w:tcPr>
            <w:tcW w:w="1873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352D85" w:rsidRPr="00D72450" w:rsidTr="00FE19E9">
        <w:tc>
          <w:tcPr>
            <w:tcW w:w="1701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52D85" w:rsidRPr="00D72450" w:rsidRDefault="00352D85" w:rsidP="009B648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 psychospołecznemu funkcjonowaniu człowieka.</w:t>
            </w:r>
          </w:p>
        </w:tc>
        <w:tc>
          <w:tcPr>
            <w:tcW w:w="1873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52D85" w:rsidRPr="00D72450" w:rsidTr="00FE19E9">
        <w:tc>
          <w:tcPr>
            <w:tcW w:w="1701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52D85" w:rsidRPr="00D72450" w:rsidRDefault="00352D85" w:rsidP="009B6487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profesjonalne działania skierowane na rozwiązywanie problemów z zakresu pracy socjalnej.</w:t>
            </w:r>
          </w:p>
        </w:tc>
        <w:tc>
          <w:tcPr>
            <w:tcW w:w="1873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352D85" w:rsidRPr="00D72450" w:rsidTr="00FE19E9">
        <w:tc>
          <w:tcPr>
            <w:tcW w:w="1701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52D85" w:rsidRPr="00D72450" w:rsidRDefault="00352D85" w:rsidP="009B6487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analizować konkretne problemy społeczne, wybierać odpowiednie metody ich rozwiązywania i podejmować samodzielne i nowatorskie działania w celu przeciwdziałania wykluczeniu społecznemu.</w:t>
            </w:r>
          </w:p>
        </w:tc>
        <w:tc>
          <w:tcPr>
            <w:tcW w:w="1873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52D85" w:rsidRPr="00D72450" w:rsidTr="00FE19E9">
        <w:tc>
          <w:tcPr>
            <w:tcW w:w="1701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52D85" w:rsidRPr="00D72450" w:rsidRDefault="004609D8" w:rsidP="009B64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zdolność adaptacji do sytuacji szczególnie wymagających, dostosowując podejmowane działania do własnych ograniczeń i możliwości.</w:t>
            </w:r>
          </w:p>
        </w:tc>
        <w:tc>
          <w:tcPr>
            <w:tcW w:w="1873" w:type="dxa"/>
          </w:tcPr>
          <w:p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053411" w:rsidRDefault="0085747A" w:rsidP="000534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341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53411">
        <w:rPr>
          <w:rFonts w:ascii="Corbel" w:hAnsi="Corbel"/>
          <w:sz w:val="24"/>
          <w:szCs w:val="24"/>
        </w:rPr>
        <w:t xml:space="preserve">, </w:t>
      </w:r>
      <w:r w:rsidRPr="0005341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0B158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B1584" w:rsidRPr="009C54AE" w:rsidTr="000B1584">
        <w:tc>
          <w:tcPr>
            <w:tcW w:w="9520" w:type="dxa"/>
          </w:tcPr>
          <w:p w:rsidR="000B1584" w:rsidRPr="009709A2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Społeczno-kulturowe uwarunkowania uzależnień</w:t>
            </w:r>
          </w:p>
        </w:tc>
      </w:tr>
      <w:tr w:rsidR="000B1584" w:rsidRPr="009C54AE" w:rsidTr="000B1584">
        <w:tc>
          <w:tcPr>
            <w:tcW w:w="9520" w:type="dxa"/>
          </w:tcPr>
          <w:p w:rsidR="000B1584" w:rsidRPr="009709A2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Czynniki chroniące </w:t>
            </w:r>
          </w:p>
        </w:tc>
      </w:tr>
      <w:tr w:rsidR="003F23E8" w:rsidRPr="009C54AE" w:rsidTr="000B1584">
        <w:tc>
          <w:tcPr>
            <w:tcW w:w="9520" w:type="dxa"/>
          </w:tcPr>
          <w:p w:rsidR="003F23E8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Charakterystyka procesu</w:t>
            </w:r>
            <w:r w:rsidRPr="009709A2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rozwoju </w:t>
            </w:r>
            <w:r w:rsidRPr="009709A2">
              <w:rPr>
                <w:rFonts w:ascii="Corbel" w:hAnsi="Corbel"/>
                <w:sz w:val="24"/>
              </w:rPr>
              <w:t>uzależnieni</w:t>
            </w:r>
            <w:r>
              <w:rPr>
                <w:rFonts w:ascii="Corbel" w:hAnsi="Corbel"/>
                <w:sz w:val="24"/>
              </w:rPr>
              <w:t>a</w:t>
            </w:r>
          </w:p>
        </w:tc>
      </w:tr>
      <w:tr w:rsidR="0085747A" w:rsidRPr="009C54AE" w:rsidTr="000B1584">
        <w:tc>
          <w:tcPr>
            <w:tcW w:w="9520" w:type="dxa"/>
          </w:tcPr>
          <w:p w:rsidR="0085747A" w:rsidRPr="009C54AE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Psychologiczne mechanizmy uzależnień</w:t>
            </w:r>
          </w:p>
        </w:tc>
      </w:tr>
      <w:tr w:rsidR="00373BCC" w:rsidRPr="009C54AE" w:rsidTr="000B1584">
        <w:tc>
          <w:tcPr>
            <w:tcW w:w="9520" w:type="dxa"/>
          </w:tcPr>
          <w:p w:rsidR="00373BCC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środków psychoaktywnych</w:t>
            </w:r>
          </w:p>
        </w:tc>
      </w:tr>
      <w:tr w:rsidR="0085747A" w:rsidRPr="009C54AE" w:rsidTr="000B1584">
        <w:tc>
          <w:tcPr>
            <w:tcW w:w="9520" w:type="dxa"/>
          </w:tcPr>
          <w:p w:rsidR="0085747A" w:rsidRPr="009C54AE" w:rsidRDefault="00FD20AC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czynności</w:t>
            </w:r>
            <w:r w:rsidR="00484EBF" w:rsidRPr="002D3767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="00A33F6D" w:rsidRPr="009C54AE" w:rsidTr="000B1584">
        <w:tc>
          <w:tcPr>
            <w:tcW w:w="9520" w:type="dxa"/>
          </w:tcPr>
          <w:p w:rsidR="00A33F6D" w:rsidRDefault="00A33F6D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Politoksykomania</w:t>
            </w:r>
            <w:proofErr w:type="spellEnd"/>
            <w:r>
              <w:rPr>
                <w:rFonts w:ascii="Corbel" w:hAnsi="Corbel"/>
                <w:sz w:val="24"/>
              </w:rPr>
              <w:t xml:space="preserve"> i uzależnienia krzyżowe</w:t>
            </w:r>
          </w:p>
        </w:tc>
      </w:tr>
      <w:tr w:rsidR="008D6463" w:rsidRPr="009C54AE" w:rsidTr="000B1584">
        <w:tc>
          <w:tcPr>
            <w:tcW w:w="9520" w:type="dxa"/>
          </w:tcPr>
          <w:p w:rsidR="008D6463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Poziomy i strategie profilaktyczne</w:t>
            </w:r>
          </w:p>
        </w:tc>
      </w:tr>
      <w:tr w:rsidR="00373BCC" w:rsidRPr="009C54AE" w:rsidTr="000B1584">
        <w:tc>
          <w:tcPr>
            <w:tcW w:w="9520" w:type="dxa"/>
          </w:tcPr>
          <w:p w:rsidR="00373BCC" w:rsidRDefault="000B1584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Konstruowane programów profilaktycznych</w:t>
            </w:r>
          </w:p>
        </w:tc>
      </w:tr>
      <w:tr w:rsidR="00226276" w:rsidRPr="009C54AE" w:rsidTr="000B1584">
        <w:tc>
          <w:tcPr>
            <w:tcW w:w="9520" w:type="dxa"/>
          </w:tcPr>
          <w:p w:rsidR="00226276" w:rsidRDefault="00484EBF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Prezentacja i omówienie przygotowanych</w:t>
            </w:r>
            <w:r w:rsidRPr="002D3767">
              <w:rPr>
                <w:rFonts w:ascii="Corbel" w:hAnsi="Corbel"/>
                <w:sz w:val="24"/>
              </w:rPr>
              <w:t xml:space="preserve"> </w:t>
            </w:r>
            <w:r w:rsidR="000B1584">
              <w:rPr>
                <w:rFonts w:ascii="Corbel" w:hAnsi="Corbel"/>
                <w:sz w:val="24"/>
              </w:rPr>
              <w:t>projektów</w:t>
            </w:r>
            <w:r w:rsidR="00A33F6D">
              <w:rPr>
                <w:rFonts w:ascii="Corbel" w:hAnsi="Corbel"/>
                <w:sz w:val="24"/>
              </w:rPr>
              <w:t xml:space="preserve"> oddziaływań prewencyjnych</w:t>
            </w:r>
          </w:p>
        </w:tc>
      </w:tr>
    </w:tbl>
    <w:p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0B1584" w:rsidRPr="009709A2" w:rsidRDefault="000B1584" w:rsidP="000B1584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prezentacje multimedialne, praca w grupach (przygotowanie programu profilaktycznego)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053411" w:rsidRPr="009C54AE" w:rsidRDefault="000534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38"/>
        <w:gridCol w:w="2120"/>
      </w:tblGrid>
      <w:tr w:rsidR="0085747A" w:rsidRPr="009C54AE" w:rsidTr="004D1DE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:rsidTr="00A373CE">
        <w:tc>
          <w:tcPr>
            <w:tcW w:w="1962" w:type="dxa"/>
          </w:tcPr>
          <w:p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  <w:r w:rsidR="00A373CE">
              <w:rPr>
                <w:rFonts w:ascii="Corbel" w:hAnsi="Corbel"/>
                <w:b w:val="0"/>
                <w:szCs w:val="24"/>
              </w:rPr>
              <w:t>, Ek_2</w:t>
            </w:r>
          </w:p>
        </w:tc>
        <w:tc>
          <w:tcPr>
            <w:tcW w:w="5438" w:type="dxa"/>
            <w:vAlign w:val="center"/>
          </w:tcPr>
          <w:p w:rsidR="004D1DE7" w:rsidRPr="00744D27" w:rsidRDefault="004D1DE7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Align w:val="bottom"/>
          </w:tcPr>
          <w:p w:rsidR="004D1DE7" w:rsidRPr="00744D27" w:rsidRDefault="000B1584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1DE7" w:rsidRPr="009C54AE" w:rsidTr="00A373CE">
        <w:tc>
          <w:tcPr>
            <w:tcW w:w="1962" w:type="dxa"/>
          </w:tcPr>
          <w:p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A373CE">
              <w:rPr>
                <w:rFonts w:ascii="Corbel" w:hAnsi="Corbel"/>
                <w:b w:val="0"/>
                <w:szCs w:val="24"/>
              </w:rPr>
              <w:t>3, Ek_04, Ek_05, Ek_06</w:t>
            </w:r>
          </w:p>
        </w:tc>
        <w:tc>
          <w:tcPr>
            <w:tcW w:w="5438" w:type="dxa"/>
            <w:vAlign w:val="center"/>
          </w:tcPr>
          <w:p w:rsidR="004D1DE7" w:rsidRPr="00744D27" w:rsidRDefault="00A373CE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zajęć profilaktycznych</w:t>
            </w:r>
          </w:p>
        </w:tc>
        <w:tc>
          <w:tcPr>
            <w:tcW w:w="2120" w:type="dxa"/>
            <w:vAlign w:val="center"/>
          </w:tcPr>
          <w:p w:rsidR="004D1DE7" w:rsidRPr="009C54AE" w:rsidRDefault="000B1584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C0FEC" w:rsidRDefault="000C0FEC" w:rsidP="000C0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0C0FEC" w:rsidRPr="0085026A" w:rsidRDefault="000C0FEC" w:rsidP="009B6487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br/>
              <w:t>z uzasadnieniem wyboru proponowanych oddziaływań</w:t>
            </w:r>
            <w:r w:rsidR="006E1CB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0C0FEC" w:rsidRPr="0085026A" w:rsidRDefault="000C0FEC" w:rsidP="009B6487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(4): 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</w:t>
            </w:r>
            <w:r w:rsidR="006E1C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C0FEC" w:rsidRPr="0085026A" w:rsidRDefault="000C0FEC" w:rsidP="009B6487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(3): 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="0005422B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częściowo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spełniające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wymagan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kryteri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E1C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Default="000C0FEC" w:rsidP="009B6487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(2): Brak p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rojektu</w:t>
            </w:r>
            <w:r w:rsidR="003F43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DB43E5" w:rsidRDefault="00DB43E5" w:rsidP="00DB4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E1CB3" w:rsidRPr="00EA5C80" w:rsidRDefault="006E1CB3" w:rsidP="009B6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0053411" w:rsidRDefault="00053411" w:rsidP="000B158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0B158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73BCC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:rsidTr="00373BCC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73BCC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:rsidTr="003200C6">
        <w:trPr>
          <w:trHeight w:val="370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3200C6">
        <w:trPr>
          <w:trHeight w:val="349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B1584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5"/>
        <w:gridCol w:w="3798"/>
      </w:tblGrid>
      <w:tr w:rsidR="0085747A" w:rsidRPr="009C54AE" w:rsidTr="00053411">
        <w:trPr>
          <w:trHeight w:val="397"/>
        </w:trPr>
        <w:tc>
          <w:tcPr>
            <w:tcW w:w="371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053411">
        <w:trPr>
          <w:trHeight w:val="397"/>
        </w:trPr>
        <w:tc>
          <w:tcPr>
            <w:tcW w:w="371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DF0E85">
        <w:trPr>
          <w:trHeight w:val="397"/>
        </w:trPr>
        <w:tc>
          <w:tcPr>
            <w:tcW w:w="9639" w:type="dxa"/>
          </w:tcPr>
          <w:p w:rsidR="00A6205B" w:rsidRDefault="00A6205B" w:rsidP="00A62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6205B" w:rsidRDefault="00A6205B" w:rsidP="00A6205B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Motyka M.A. (2018). </w:t>
            </w:r>
            <w:r w:rsidRPr="00AA1B55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Społeczno-kulturowe uwarunkowania narkomanii. Skala i przyczyny zjawiska wśród młodzieży województwa podkarpackiego</w:t>
            </w:r>
            <w:r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. </w:t>
            </w:r>
            <w:r w:rsidRPr="000D5248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>Rzeszów:</w:t>
            </w:r>
            <w:r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Wydawnictwo UR.</w:t>
            </w:r>
          </w:p>
          <w:p w:rsidR="00A6205B" w:rsidRDefault="00A6205B" w:rsidP="00A6205B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Ostaszewski, K. (2016). </w:t>
            </w:r>
            <w:r w:rsidRPr="004C2310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Standardy profilaktyki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. </w:t>
            </w:r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</w:rPr>
              <w:t>Warszawa: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 </w:t>
            </w:r>
            <w:r w:rsidRPr="008C30CA">
              <w:rPr>
                <w:rFonts w:ascii="Corbel" w:hAnsi="Corbel"/>
                <w:b w:val="0"/>
                <w:smallCaps w:val="0"/>
                <w:sz w:val="22"/>
                <w:szCs w:val="24"/>
              </w:rPr>
              <w:t>Krajowe Biur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o</w:t>
            </w:r>
            <w:r w:rsidRPr="008C30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ds. Przeciwdziałania Narkomanii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Dostępna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online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</w:t>
            </w:r>
            <w:hyperlink r:id="rId8" w:history="1">
              <w:r w:rsidRPr="009B013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http://www.kbpn.gov.pl/portal?id=15&amp;res_id=6177822</w:t>
              </w:r>
            </w:hyperlink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 </w:t>
            </w:r>
          </w:p>
          <w:p w:rsidR="004C2310" w:rsidRPr="00C7093C" w:rsidRDefault="00A6205B" w:rsidP="00A6205B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Szymańska, J. (2015). </w:t>
            </w:r>
            <w:r w:rsidRPr="004E480E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Programy profilaktyczne. Podstawy profesjonalnej psychoprofilaktyki.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Warszawa: Ośrodek Rozwoju Edukacji. Dostępne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online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</w:t>
            </w:r>
            <w:hyperlink r:id="rId9" w:history="1">
              <w:r w:rsidRPr="009B013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http://www.bc.ore.edu.pl/dlibra/docmetadata?id=828&amp;from=publication</w:t>
              </w:r>
            </w:hyperlink>
          </w:p>
        </w:tc>
      </w:tr>
      <w:tr w:rsidR="0085747A" w:rsidRPr="007361BD" w:rsidTr="00DF0E85">
        <w:trPr>
          <w:trHeight w:val="397"/>
        </w:trPr>
        <w:tc>
          <w:tcPr>
            <w:tcW w:w="9639" w:type="dxa"/>
          </w:tcPr>
          <w:p w:rsidR="00A6205B" w:rsidRDefault="00A6205B" w:rsidP="00A62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6205B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>Batko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proofErr w:type="spellStart"/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>Waluk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 red.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(2020).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34241C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Nowe narkotyki. Poradnik dla nauczycieli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. </w:t>
            </w:r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</w:rPr>
              <w:t>Warszawa: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GIS. Dostępna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online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</w:t>
            </w:r>
            <w:hyperlink r:id="rId10" w:history="1">
              <w:r w:rsidRPr="009B013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https://www.ko.olsztyn.pl/2020/09/01/nowe-narkotyki-poradnik-dla-nauczycieli/</w:t>
              </w:r>
            </w:hyperlink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 </w:t>
            </w:r>
          </w:p>
          <w:p w:rsidR="00A6205B" w:rsidRPr="000D5248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</w:pPr>
            <w:r w:rsidRPr="005D16F2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Brownstein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,</w:t>
            </w:r>
            <w:r w:rsidRPr="005D16F2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H.H. red</w:t>
            </w:r>
            <w:r w:rsidRPr="005D16F2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(2015). </w:t>
            </w:r>
            <w:r w:rsidRPr="000D5248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The Handbook of Drugs and Society.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Hoboken:</w:t>
            </w:r>
            <w:r w:rsidRPr="005D16F2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Wiley-Blackwell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. </w:t>
            </w:r>
            <w:proofErr w:type="spellStart"/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Dostępna</w:t>
            </w:r>
            <w:proofErr w:type="spellEnd"/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online: </w:t>
            </w:r>
            <w:hyperlink r:id="rId11" w:history="1">
              <w:r w:rsidRPr="000D5248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  <w:lang w:val="en-US"/>
                </w:rPr>
                <w:t>https://onlinelibrary.wiley.com/doi/pdf/10.1002/9781118726761</w:t>
              </w:r>
            </w:hyperlink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 </w:t>
            </w:r>
          </w:p>
          <w:p w:rsidR="00A6205B" w:rsidRPr="000D5248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Du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,</w:t>
            </w:r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J. et al. (2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020). </w:t>
            </w:r>
            <w:r w:rsidRPr="00993493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 xml:space="preserve">Expert consensus on the prevention and treatment of substance use and addictive </w:t>
            </w:r>
            <w:proofErr w:type="spellStart"/>
            <w:r w:rsidRPr="00993493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behaviour</w:t>
            </w:r>
            <w:proofErr w:type="spellEnd"/>
            <w:r w:rsidRPr="00993493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-related disorders during the COVID-19 pandemic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 xml:space="preserve">. </w:t>
            </w:r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“General Psychiatry”, 33(4) :e100252. </w:t>
            </w:r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</w:rPr>
              <w:t>Doi: 10.1136/gpsych-2020-100252.</w:t>
            </w:r>
          </w:p>
          <w:p w:rsidR="00A6205B" w:rsidRPr="000D5248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</w:pP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>Grzegorzewska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I., </w:t>
            </w:r>
            <w:proofErr w:type="spellStart"/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(2018).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Uzależnienia behawioralne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  <w:r w:rsidRPr="000D5248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Warszawa: PWN.</w:t>
            </w:r>
          </w:p>
          <w:p w:rsidR="00A6205B" w:rsidRPr="005621EA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</w:pPr>
            <w:proofErr w:type="spellStart"/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Jedynak</w:t>
            </w:r>
            <w:proofErr w:type="spellEnd"/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, W., </w:t>
            </w:r>
            <w:proofErr w:type="spellStart"/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Motyka</w:t>
            </w:r>
            <w:proofErr w:type="spellEnd"/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, M.A. (2020). </w:t>
            </w:r>
            <w:r w:rsidRPr="005D16F2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Drug Use Predictors Identified in the School Environment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.</w:t>
            </w:r>
            <w:r w:rsidRPr="005D16F2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“</w:t>
            </w:r>
            <w:r w:rsidRPr="005D16F2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Canadian Journal of Family and Youth”, 1(12), 163-177.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Dostępny</w:t>
            </w:r>
            <w:proofErr w:type="spellEnd"/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online: </w:t>
            </w:r>
            <w:hyperlink r:id="rId12" w:history="1">
              <w:r w:rsidRPr="005621EA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  <w:lang w:val="en-US"/>
                </w:rPr>
                <w:t>https://doi.org/10.29173/cjfy29496</w:t>
              </w:r>
            </w:hyperlink>
            <w:r w:rsidRPr="005621EA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 </w:t>
            </w:r>
          </w:p>
          <w:p w:rsidR="00A6205B" w:rsidRPr="004609D8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M.Z.,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A. red. (2019). </w:t>
            </w:r>
            <w:r w:rsidRPr="00EB6A63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Zagrożone dorastanie. Wyzwania dla wychowania rodzinnego i profilaktyki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. Milanówek – Warszawa: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Of Wyd. ASPRA – CPS Of. Wyd. von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Velke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:rsidR="00A6205B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609D8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Krajowe Biuro ds.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Przeciwdziałania Narkomanii. </w:t>
            </w:r>
            <w:r w:rsidRPr="008669EE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Programy rekomendowane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Dostępne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online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</w:t>
            </w:r>
            <w:hyperlink r:id="rId13" w:history="1">
              <w:r w:rsidRPr="009B013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https://www.kbpn.gov.pl/portal</w:t>
              </w:r>
            </w:hyperlink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</w:p>
          <w:p w:rsidR="00A6205B" w:rsidRPr="005F7687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>Modrzyński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4E480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(2020). </w:t>
            </w:r>
            <w:r w:rsidRPr="004E480E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O uzależnieniu prosto i zrozumiale. Niezbędnik pacjenta i jego rodziny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. </w:t>
            </w:r>
            <w:r w:rsidRPr="005F768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Warszawa: </w:t>
            </w:r>
            <w:proofErr w:type="spellStart"/>
            <w:r w:rsidRPr="005F7687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Pr="005F768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SA.</w:t>
            </w:r>
          </w:p>
          <w:p w:rsidR="00A6205B" w:rsidRPr="00A6205B" w:rsidRDefault="00A6205B" w:rsidP="00A6205B">
            <w:pPr>
              <w:pStyle w:val="Punktygwne"/>
              <w:spacing w:before="0" w:after="0"/>
              <w:ind w:left="604" w:hanging="604"/>
              <w:jc w:val="both"/>
              <w:rPr>
                <w:rStyle w:val="Hipercze"/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361BD">
              <w:rPr>
                <w:rFonts w:ascii="Corbel" w:hAnsi="Corbel"/>
                <w:b w:val="0"/>
                <w:smallCaps w:val="0"/>
                <w:sz w:val="22"/>
                <w:szCs w:val="24"/>
              </w:rPr>
              <w:t>Motyka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7361B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M.A.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(2019). </w:t>
            </w:r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 xml:space="preserve">Od napojów energetyzujących do narkotyków. </w:t>
            </w:r>
            <w:proofErr w:type="spellStart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Nowe</w:t>
            </w:r>
            <w:proofErr w:type="spellEnd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wyzwania</w:t>
            </w:r>
            <w:proofErr w:type="spellEnd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polityki</w:t>
            </w:r>
            <w:proofErr w:type="spellEnd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7361BD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prewencyjnej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.</w:t>
            </w:r>
            <w:r w:rsidRPr="007361BD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“UR Journal of Humanities and Social Sciences”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, 3(12), 139-158. </w:t>
            </w:r>
            <w:r w:rsidRPr="00A6205B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Dostępny </w:t>
            </w:r>
            <w:proofErr w:type="spellStart"/>
            <w:r w:rsidRPr="00A6205B">
              <w:rPr>
                <w:rFonts w:ascii="Corbel" w:hAnsi="Corbel"/>
                <w:b w:val="0"/>
                <w:smallCaps w:val="0"/>
                <w:sz w:val="22"/>
                <w:szCs w:val="24"/>
              </w:rPr>
              <w:t>online</w:t>
            </w:r>
            <w:proofErr w:type="spellEnd"/>
            <w:r w:rsidRPr="00A6205B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</w:t>
            </w:r>
            <w:hyperlink r:id="rId14" w:history="1">
              <w:r w:rsidRPr="00A6205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https://repozytorium.ur.edu.pl/handle/item/5462</w:t>
              </w:r>
            </w:hyperlink>
          </w:p>
          <w:p w:rsidR="005D16F2" w:rsidRPr="00732162" w:rsidRDefault="00A6205B" w:rsidP="00A6205B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361BD">
              <w:rPr>
                <w:rFonts w:ascii="Corbel" w:hAnsi="Corbel"/>
                <w:b w:val="0"/>
                <w:smallCaps w:val="0"/>
                <w:sz w:val="22"/>
                <w:szCs w:val="24"/>
              </w:rPr>
              <w:t>Motyka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7361B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M.A.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(2019). </w:t>
            </w:r>
            <w:r w:rsidRPr="005621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narkomanii młodzieży: klucz jest ukryty w rodzinie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„Społeczeństwo i Rodzina”, </w:t>
            </w:r>
            <w:r w:rsidRPr="005621EA">
              <w:rPr>
                <w:rFonts w:ascii="Corbel" w:hAnsi="Corbel"/>
                <w:b w:val="0"/>
                <w:smallCaps w:val="0"/>
                <w:sz w:val="22"/>
              </w:rPr>
              <w:t>56(3), 110-124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Dostępny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online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: </w:t>
            </w:r>
            <w:hyperlink r:id="rId15" w:history="1">
              <w:r w:rsidRPr="00756B52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https://www.depot.ceon.pl/handle/123456789/16944</w:t>
              </w:r>
            </w:hyperlink>
          </w:p>
        </w:tc>
      </w:tr>
    </w:tbl>
    <w:p w:rsidR="0085747A" w:rsidRPr="009C54AE" w:rsidRDefault="006E1CB3" w:rsidP="006E1CB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4A8" w:rsidRDefault="002704A8" w:rsidP="00C16ABF">
      <w:pPr>
        <w:spacing w:after="0" w:line="240" w:lineRule="auto"/>
      </w:pPr>
      <w:r>
        <w:separator/>
      </w:r>
    </w:p>
  </w:endnote>
  <w:endnote w:type="continuationSeparator" w:id="0">
    <w:p w:rsidR="002704A8" w:rsidRDefault="002704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4A8" w:rsidRDefault="002704A8" w:rsidP="00C16ABF">
      <w:pPr>
        <w:spacing w:after="0" w:line="240" w:lineRule="auto"/>
      </w:pPr>
      <w:r>
        <w:separator/>
      </w:r>
    </w:p>
  </w:footnote>
  <w:footnote w:type="continuationSeparator" w:id="0">
    <w:p w:rsidR="002704A8" w:rsidRDefault="002704A8" w:rsidP="00C16ABF">
      <w:pPr>
        <w:spacing w:after="0" w:line="240" w:lineRule="auto"/>
      </w:pPr>
      <w:r>
        <w:continuationSeparator/>
      </w:r>
    </w:p>
  </w:footnote>
  <w:footnote w:id="1">
    <w:p w:rsidR="00352D85" w:rsidRDefault="00352D85" w:rsidP="00352D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IyNrIwNzE2NzFQ0lEKTi0uzszPAykwrAUAIdAh2iwAAAA="/>
  </w:docVars>
  <w:rsids>
    <w:rsidRoot w:val="00BD66E9"/>
    <w:rsid w:val="0000317E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3E37"/>
    <w:rsid w:val="000B6FC5"/>
    <w:rsid w:val="000C0FEC"/>
    <w:rsid w:val="000C12A4"/>
    <w:rsid w:val="000D04B0"/>
    <w:rsid w:val="000E0E4D"/>
    <w:rsid w:val="000E1F03"/>
    <w:rsid w:val="000E2496"/>
    <w:rsid w:val="000F1C57"/>
    <w:rsid w:val="000F5615"/>
    <w:rsid w:val="00124BFF"/>
    <w:rsid w:val="0012560E"/>
    <w:rsid w:val="00127108"/>
    <w:rsid w:val="00127697"/>
    <w:rsid w:val="0013183A"/>
    <w:rsid w:val="00134B13"/>
    <w:rsid w:val="00146BC0"/>
    <w:rsid w:val="00153C41"/>
    <w:rsid w:val="00154381"/>
    <w:rsid w:val="0015462F"/>
    <w:rsid w:val="00162284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4D45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4ABC"/>
    <w:rsid w:val="00246831"/>
    <w:rsid w:val="00261C32"/>
    <w:rsid w:val="002704A8"/>
    <w:rsid w:val="00272B59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228C"/>
    <w:rsid w:val="002D3375"/>
    <w:rsid w:val="002D73D4"/>
    <w:rsid w:val="002F02A3"/>
    <w:rsid w:val="002F4ABE"/>
    <w:rsid w:val="003018BA"/>
    <w:rsid w:val="0030395F"/>
    <w:rsid w:val="00305C92"/>
    <w:rsid w:val="00312F5C"/>
    <w:rsid w:val="003151C5"/>
    <w:rsid w:val="003200C6"/>
    <w:rsid w:val="003343CF"/>
    <w:rsid w:val="0034241C"/>
    <w:rsid w:val="00346FE9"/>
    <w:rsid w:val="0034759A"/>
    <w:rsid w:val="003503F6"/>
    <w:rsid w:val="00352D85"/>
    <w:rsid w:val="003530DD"/>
    <w:rsid w:val="003629DF"/>
    <w:rsid w:val="00363F78"/>
    <w:rsid w:val="00373BCC"/>
    <w:rsid w:val="00373C54"/>
    <w:rsid w:val="003800A5"/>
    <w:rsid w:val="003A0A5B"/>
    <w:rsid w:val="003A1176"/>
    <w:rsid w:val="003A3ECE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3F432F"/>
    <w:rsid w:val="00401CED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09D8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C2310"/>
    <w:rsid w:val="004D1DE7"/>
    <w:rsid w:val="004D5282"/>
    <w:rsid w:val="004E480E"/>
    <w:rsid w:val="004F1551"/>
    <w:rsid w:val="004F55A3"/>
    <w:rsid w:val="0050496F"/>
    <w:rsid w:val="00513B6F"/>
    <w:rsid w:val="00517C63"/>
    <w:rsid w:val="005363C4"/>
    <w:rsid w:val="00536BDE"/>
    <w:rsid w:val="00543ACC"/>
    <w:rsid w:val="005654D6"/>
    <w:rsid w:val="0056696D"/>
    <w:rsid w:val="005910E8"/>
    <w:rsid w:val="0059484D"/>
    <w:rsid w:val="0059620A"/>
    <w:rsid w:val="005A0855"/>
    <w:rsid w:val="005A3196"/>
    <w:rsid w:val="005A7626"/>
    <w:rsid w:val="005C080F"/>
    <w:rsid w:val="005C55E5"/>
    <w:rsid w:val="005C696A"/>
    <w:rsid w:val="005D16F2"/>
    <w:rsid w:val="005E6E85"/>
    <w:rsid w:val="005F31D2"/>
    <w:rsid w:val="005F7687"/>
    <w:rsid w:val="00602B50"/>
    <w:rsid w:val="0061029B"/>
    <w:rsid w:val="00617230"/>
    <w:rsid w:val="00621CE1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71958"/>
    <w:rsid w:val="00675843"/>
    <w:rsid w:val="00696412"/>
    <w:rsid w:val="00696477"/>
    <w:rsid w:val="006B64BE"/>
    <w:rsid w:val="006C2274"/>
    <w:rsid w:val="006D00EB"/>
    <w:rsid w:val="006D050F"/>
    <w:rsid w:val="006D6139"/>
    <w:rsid w:val="006E1CB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162"/>
    <w:rsid w:val="007327BD"/>
    <w:rsid w:val="00734608"/>
    <w:rsid w:val="007361BD"/>
    <w:rsid w:val="00744D27"/>
    <w:rsid w:val="00745302"/>
    <w:rsid w:val="007461D6"/>
    <w:rsid w:val="00746EC8"/>
    <w:rsid w:val="00763BF1"/>
    <w:rsid w:val="00764356"/>
    <w:rsid w:val="00766FD4"/>
    <w:rsid w:val="007806A9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704D"/>
    <w:rsid w:val="008449B3"/>
    <w:rsid w:val="008552A2"/>
    <w:rsid w:val="008559F0"/>
    <w:rsid w:val="0085747A"/>
    <w:rsid w:val="00857C0D"/>
    <w:rsid w:val="008669EE"/>
    <w:rsid w:val="00884922"/>
    <w:rsid w:val="00885F64"/>
    <w:rsid w:val="008917F9"/>
    <w:rsid w:val="008A45F7"/>
    <w:rsid w:val="008B0A73"/>
    <w:rsid w:val="008C0CC0"/>
    <w:rsid w:val="008C19A9"/>
    <w:rsid w:val="008C30CA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332A"/>
    <w:rsid w:val="00935EF0"/>
    <w:rsid w:val="00936597"/>
    <w:rsid w:val="009508DF"/>
    <w:rsid w:val="00950DAC"/>
    <w:rsid w:val="00954A07"/>
    <w:rsid w:val="00993E0D"/>
    <w:rsid w:val="00997F14"/>
    <w:rsid w:val="009A2450"/>
    <w:rsid w:val="009A78D9"/>
    <w:rsid w:val="009B6487"/>
    <w:rsid w:val="009C3E31"/>
    <w:rsid w:val="009C54AE"/>
    <w:rsid w:val="009C788E"/>
    <w:rsid w:val="009D25AC"/>
    <w:rsid w:val="009D3F3B"/>
    <w:rsid w:val="009E0543"/>
    <w:rsid w:val="009E3B41"/>
    <w:rsid w:val="009F0FB5"/>
    <w:rsid w:val="009F3C5C"/>
    <w:rsid w:val="009F4610"/>
    <w:rsid w:val="00A00ECC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601C8"/>
    <w:rsid w:val="00A60799"/>
    <w:rsid w:val="00A6205B"/>
    <w:rsid w:val="00A84C85"/>
    <w:rsid w:val="00A95A43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74A"/>
    <w:rsid w:val="00B66529"/>
    <w:rsid w:val="00B75946"/>
    <w:rsid w:val="00B76EEB"/>
    <w:rsid w:val="00B8056E"/>
    <w:rsid w:val="00B819C8"/>
    <w:rsid w:val="00B82308"/>
    <w:rsid w:val="00B832E9"/>
    <w:rsid w:val="00B90885"/>
    <w:rsid w:val="00B93776"/>
    <w:rsid w:val="00B97143"/>
    <w:rsid w:val="00BA7A97"/>
    <w:rsid w:val="00BB272E"/>
    <w:rsid w:val="00BB520A"/>
    <w:rsid w:val="00BD3869"/>
    <w:rsid w:val="00BD66E9"/>
    <w:rsid w:val="00BD6FF4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56036"/>
    <w:rsid w:val="00C61DC5"/>
    <w:rsid w:val="00C67E92"/>
    <w:rsid w:val="00C7093C"/>
    <w:rsid w:val="00C70A26"/>
    <w:rsid w:val="00C766DF"/>
    <w:rsid w:val="00C85175"/>
    <w:rsid w:val="00C87DD8"/>
    <w:rsid w:val="00C94B98"/>
    <w:rsid w:val="00CA0470"/>
    <w:rsid w:val="00CA2B96"/>
    <w:rsid w:val="00CA5089"/>
    <w:rsid w:val="00CB0655"/>
    <w:rsid w:val="00CC619A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27A41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678B"/>
    <w:rsid w:val="00DA2114"/>
    <w:rsid w:val="00DA2964"/>
    <w:rsid w:val="00DB43E5"/>
    <w:rsid w:val="00DB6A03"/>
    <w:rsid w:val="00DE09C0"/>
    <w:rsid w:val="00DE4A14"/>
    <w:rsid w:val="00DF0E85"/>
    <w:rsid w:val="00DF320D"/>
    <w:rsid w:val="00DF6167"/>
    <w:rsid w:val="00DF71C8"/>
    <w:rsid w:val="00E06953"/>
    <w:rsid w:val="00E129B8"/>
    <w:rsid w:val="00E21E7D"/>
    <w:rsid w:val="00E22FBC"/>
    <w:rsid w:val="00E24BF5"/>
    <w:rsid w:val="00E25338"/>
    <w:rsid w:val="00E31E52"/>
    <w:rsid w:val="00E51E44"/>
    <w:rsid w:val="00E53600"/>
    <w:rsid w:val="00E63348"/>
    <w:rsid w:val="00E742AA"/>
    <w:rsid w:val="00E77E88"/>
    <w:rsid w:val="00E8107D"/>
    <w:rsid w:val="00E849C8"/>
    <w:rsid w:val="00E86883"/>
    <w:rsid w:val="00E960BB"/>
    <w:rsid w:val="00EA2074"/>
    <w:rsid w:val="00EA4832"/>
    <w:rsid w:val="00EA4E9D"/>
    <w:rsid w:val="00EA5C80"/>
    <w:rsid w:val="00EB6A63"/>
    <w:rsid w:val="00EC4899"/>
    <w:rsid w:val="00ED03AB"/>
    <w:rsid w:val="00ED32D2"/>
    <w:rsid w:val="00EE0CA9"/>
    <w:rsid w:val="00EE32DE"/>
    <w:rsid w:val="00EE5197"/>
    <w:rsid w:val="00EE5457"/>
    <w:rsid w:val="00EF01FB"/>
    <w:rsid w:val="00F070AB"/>
    <w:rsid w:val="00F1519D"/>
    <w:rsid w:val="00F17567"/>
    <w:rsid w:val="00F27A7B"/>
    <w:rsid w:val="00F526AF"/>
    <w:rsid w:val="00F617C3"/>
    <w:rsid w:val="00F7066B"/>
    <w:rsid w:val="00F76B48"/>
    <w:rsid w:val="00F80403"/>
    <w:rsid w:val="00F83B28"/>
    <w:rsid w:val="00F974DA"/>
    <w:rsid w:val="00FA46E5"/>
    <w:rsid w:val="00FB7DBA"/>
    <w:rsid w:val="00FC1C25"/>
    <w:rsid w:val="00FC3103"/>
    <w:rsid w:val="00FC3F45"/>
    <w:rsid w:val="00FD20AC"/>
    <w:rsid w:val="00FD503F"/>
    <w:rsid w:val="00FD7589"/>
    <w:rsid w:val="00FE051A"/>
    <w:rsid w:val="00FF016A"/>
    <w:rsid w:val="00FF1401"/>
    <w:rsid w:val="00FF5E7D"/>
    <w:rsid w:val="00FF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C231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pn.gov.pl/portal?id=15&amp;res_id=6177822" TargetMode="External"/><Relationship Id="rId13" Type="http://schemas.openxmlformats.org/officeDocument/2006/relationships/hyperlink" Target="https://www.kbpn.gov.pl/portal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29173/cjfy294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library.wiley.com/doi/pdf/10.1002/97811187267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epot.ceon.pl/handle/123456789/16944" TargetMode="External"/><Relationship Id="rId10" Type="http://schemas.openxmlformats.org/officeDocument/2006/relationships/hyperlink" Target="https://www.ko.olsztyn.pl/2020/09/01/nowe-narkotyki-poradnik-dla-nauczycieli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www.bc.ore.edu.pl/dlibra/docmetadata?id=828&amp;from=publication" TargetMode="External"/><Relationship Id="rId14" Type="http://schemas.openxmlformats.org/officeDocument/2006/relationships/hyperlink" Target="https://repozytorium.ur.edu.pl/handle/item/546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6DC6E4-141A-4E06-BB2D-20012CE39B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DD4E6E-DC78-4464-ABCA-1FFE816710AE}"/>
</file>

<file path=customXml/itemProps3.xml><?xml version="1.0" encoding="utf-8"?>
<ds:datastoreItem xmlns:ds="http://schemas.openxmlformats.org/officeDocument/2006/customXml" ds:itemID="{8FE7D4D1-E6AD-4A6F-B549-55B7ED5AE835}"/>
</file>

<file path=customXml/itemProps4.xml><?xml version="1.0" encoding="utf-8"?>
<ds:datastoreItem xmlns:ds="http://schemas.openxmlformats.org/officeDocument/2006/customXml" ds:itemID="{B41FE7F6-D61E-40BA-8457-E58F73895EF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1259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2021-10-01T11:45:00Z</dcterms:created>
  <dcterms:modified xsi:type="dcterms:W3CDTF">2021-10-01T11:45:00Z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